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11B2405B" w14:textId="7DDA8A45" w:rsidR="00BF54FE" w:rsidRPr="00ED5E40" w:rsidRDefault="001E1CD7" w:rsidP="006C2343">
          <w:pPr>
            <w:pStyle w:val="Tituldatum"/>
          </w:pPr>
          <w:r w:rsidRPr="001E1CD7">
            <w:rPr>
              <w:rStyle w:val="Nzevakce"/>
            </w:rPr>
            <w:t>Výstavba PZS přejezdu P5387 v km 12,607 trati Hradec Králové – Turnov</w:t>
          </w:r>
        </w:p>
      </w:sdtContent>
    </w:sdt>
    <w:p w14:paraId="7E5BA930" w14:textId="77777777" w:rsidR="00BF54FE" w:rsidRDefault="00BF54FE" w:rsidP="006C2343">
      <w:pPr>
        <w:pStyle w:val="Tituldatum"/>
      </w:pPr>
    </w:p>
    <w:p w14:paraId="1D76973E" w14:textId="77777777" w:rsidR="009226C1" w:rsidRDefault="009226C1" w:rsidP="006C2343">
      <w:pPr>
        <w:pStyle w:val="Tituldatum"/>
      </w:pPr>
    </w:p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371C9294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1E1CD7">
        <w:t>15</w:t>
      </w:r>
      <w:r w:rsidR="007E794F">
        <w:t>.1</w:t>
      </w:r>
      <w:r w:rsidR="0074209E">
        <w:t>.202</w:t>
      </w:r>
      <w:r w:rsidR="00353475">
        <w:t>1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39726256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Z 06c - vedoucí prací pro montáž železničních zabezpečovacích zařízení;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71640981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TZE - osoba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6ACC85" w14:textId="487332BF" w:rsidR="00FA1270" w:rsidRDefault="00FA1270" w:rsidP="00353475">
      <w:pPr>
        <w:autoSpaceDE w:val="0"/>
        <w:autoSpaceDN w:val="0"/>
        <w:spacing w:after="0"/>
        <w:jc w:val="both"/>
      </w:pPr>
      <w:r>
        <w:t xml:space="preserve">Pro dané období jsou </w:t>
      </w:r>
      <w:r w:rsidR="007628F3">
        <w:t>v současné době</w:t>
      </w:r>
      <w:r>
        <w:t xml:space="preserve"> plánovány </w:t>
      </w:r>
      <w:r w:rsidR="007628F3">
        <w:t xml:space="preserve">následující </w:t>
      </w:r>
      <w:r>
        <w:t>opravné</w:t>
      </w:r>
      <w:r w:rsidR="007628F3">
        <w:t xml:space="preserve"> práce</w:t>
      </w:r>
      <w:r>
        <w:t xml:space="preserve">. </w:t>
      </w:r>
    </w:p>
    <w:p w14:paraId="4B6E77F3" w14:textId="56436224" w:rsidR="00C74D0E" w:rsidRDefault="00C74D0E" w:rsidP="007628F3">
      <w:pPr>
        <w:pStyle w:val="Odstavecseseznamem"/>
        <w:numPr>
          <w:ilvl w:val="0"/>
          <w:numId w:val="18"/>
        </w:numPr>
        <w:autoSpaceDE w:val="0"/>
        <w:autoSpaceDN w:val="0"/>
        <w:spacing w:after="0"/>
        <w:jc w:val="both"/>
      </w:pPr>
      <w:r>
        <w:t>Hněvčeves - Hořice v Podkrkonoší:</w:t>
      </w:r>
    </w:p>
    <w:p w14:paraId="1760EEA2" w14:textId="77777777" w:rsidR="007628F3" w:rsidRDefault="00C74D0E" w:rsidP="007628F3">
      <w:pPr>
        <w:autoSpaceDE w:val="0"/>
        <w:autoSpaceDN w:val="0"/>
        <w:spacing w:after="0"/>
        <w:ind w:left="709"/>
        <w:jc w:val="both"/>
      </w:pPr>
      <w:r>
        <w:t xml:space="preserve">Oprava železničního svršku v km 21,900 - 22,885; 22,900 - 23,890 </w:t>
      </w:r>
      <w:r w:rsidR="007628F3">
        <w:t>–</w:t>
      </w:r>
      <w:r>
        <w:t xml:space="preserve"> SČ</w:t>
      </w:r>
      <w:r w:rsidR="007628F3">
        <w:t>;</w:t>
      </w:r>
      <w:r>
        <w:t xml:space="preserve"> Oprava přejezdů km 21,940 a 23,855.</w:t>
      </w:r>
    </w:p>
    <w:p w14:paraId="2F01F4C5" w14:textId="731BD383" w:rsidR="00C74D0E" w:rsidRDefault="007628F3" w:rsidP="007628F3">
      <w:pPr>
        <w:autoSpaceDE w:val="0"/>
        <w:autoSpaceDN w:val="0"/>
        <w:spacing w:after="0"/>
        <w:ind w:left="709"/>
        <w:jc w:val="both"/>
      </w:pPr>
      <w:r>
        <w:t xml:space="preserve">Termín: </w:t>
      </w:r>
      <w:r w:rsidR="00C74D0E">
        <w:t>25.10.-9.11.</w:t>
      </w:r>
    </w:p>
    <w:p w14:paraId="351AAAC8" w14:textId="77777777" w:rsidR="007628F3" w:rsidRDefault="00C74D0E" w:rsidP="007628F3">
      <w:pPr>
        <w:pStyle w:val="Odstavecseseznamem"/>
        <w:numPr>
          <w:ilvl w:val="0"/>
          <w:numId w:val="18"/>
        </w:numPr>
        <w:autoSpaceDE w:val="0"/>
        <w:autoSpaceDN w:val="0"/>
        <w:spacing w:after="0"/>
        <w:jc w:val="both"/>
      </w:pPr>
      <w:r>
        <w:t>Hořice v Podkrkonoší - Ostroměř:</w:t>
      </w:r>
    </w:p>
    <w:p w14:paraId="3B6A1347" w14:textId="2669A09A" w:rsidR="007628F3" w:rsidRDefault="00C74D0E" w:rsidP="007628F3">
      <w:pPr>
        <w:autoSpaceDE w:val="0"/>
        <w:autoSpaceDN w:val="0"/>
        <w:spacing w:after="0"/>
        <w:ind w:left="709"/>
        <w:jc w:val="both"/>
      </w:pPr>
      <w:r>
        <w:t xml:space="preserve">Oprava mostu v km 27,052; </w:t>
      </w:r>
      <w:r w:rsidR="007628F3">
        <w:t xml:space="preserve">oprava </w:t>
      </w:r>
      <w:r>
        <w:t xml:space="preserve">propustků v km 27,449 a 27,920; oprava </w:t>
      </w:r>
      <w:proofErr w:type="spellStart"/>
      <w:r>
        <w:t>žel.svršku</w:t>
      </w:r>
      <w:proofErr w:type="spellEnd"/>
      <w:r>
        <w:t xml:space="preserve"> km 27,750-28,763</w:t>
      </w:r>
    </w:p>
    <w:p w14:paraId="13C82E80" w14:textId="3237E82E" w:rsidR="00C74D0E" w:rsidRPr="00353475" w:rsidRDefault="007628F3" w:rsidP="007628F3">
      <w:pPr>
        <w:autoSpaceDE w:val="0"/>
        <w:autoSpaceDN w:val="0"/>
        <w:spacing w:after="0"/>
        <w:ind w:left="709"/>
        <w:jc w:val="both"/>
      </w:pPr>
      <w:r>
        <w:t xml:space="preserve">Termín: </w:t>
      </w:r>
      <w:r w:rsidR="00C74D0E">
        <w:t>20.10.-9.11.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77777777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F78B2" w14:textId="77777777" w:rsidR="00C74D0E" w:rsidRDefault="00C74D0E" w:rsidP="00962258">
      <w:pPr>
        <w:spacing w:after="0" w:line="240" w:lineRule="auto"/>
      </w:pPr>
      <w:r>
        <w:separator/>
      </w:r>
    </w:p>
  </w:endnote>
  <w:endnote w:type="continuationSeparator" w:id="0">
    <w:p w14:paraId="1D83E1E5" w14:textId="77777777" w:rsidR="00C74D0E" w:rsidRDefault="00C74D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5EB7CB63" w:rsidR="00C74D0E" w:rsidRPr="003462EB" w:rsidRDefault="00C74D0E" w:rsidP="003462EB">
          <w:pPr>
            <w:pStyle w:val="Zpatvlevo"/>
          </w:pPr>
          <w:fldSimple w:instr=" STYLEREF  _Název_akce  \* MERGEFORMAT ">
            <w:r w:rsidR="007628F3">
              <w:rPr>
                <w:noProof/>
              </w:rPr>
              <w:t>Výstavba PZS přejezdu P5387 v km 12,607 trati Hradec Králové – Turnov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C74D0E" w:rsidP="003B111D">
          <w:pPr>
            <w:pStyle w:val="Zpatvpravo"/>
          </w:pPr>
          <w:fldSimple w:instr=" STYLEREF  _Název_akce  \* MERGEFORMAT ">
            <w:r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77777777" w:rsidR="00C74D0E" w:rsidRPr="005D19D8" w:rsidRDefault="00C74D0E" w:rsidP="00757290">
    <w:pPr>
      <w:pStyle w:val="Zpatvlevo"/>
    </w:pPr>
    <w:r w:rsidRPr="00F37C6B">
      <w:t>Za tuto publikaci odpov</w:t>
    </w:r>
    <w:r>
      <w:t>í</w:t>
    </w:r>
    <w:r w:rsidRPr="00F37C6B">
      <w:t>dá pouze její autor. Evropská unie nenese odpovědnost za jakékoli využití informací v ní obsažených.</w:t>
    </w: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821AB" w14:textId="77777777" w:rsidR="00C74D0E" w:rsidRDefault="00C74D0E" w:rsidP="00962258">
      <w:pPr>
        <w:spacing w:after="0" w:line="240" w:lineRule="auto"/>
      </w:pPr>
      <w:r>
        <w:separator/>
      </w:r>
    </w:p>
  </w:footnote>
  <w:footnote w:type="continuationSeparator" w:id="0">
    <w:p w14:paraId="1139E519" w14:textId="77777777" w:rsidR="00C74D0E" w:rsidRDefault="00C74D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2"/>
  </w:num>
  <w:num w:numId="15">
    <w:abstractNumId w:val="3"/>
  </w:num>
  <w:num w:numId="16">
    <w:abstractNumId w:val="0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77CE7"/>
    <w:rsid w:val="001456D9"/>
    <w:rsid w:val="001C7CF0"/>
    <w:rsid w:val="0022082C"/>
    <w:rsid w:val="002469B4"/>
    <w:rsid w:val="00453632"/>
    <w:rsid w:val="00743970"/>
    <w:rsid w:val="009873E0"/>
    <w:rsid w:val="009A6174"/>
    <w:rsid w:val="00AD00DC"/>
    <w:rsid w:val="00B06328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115</TotalTime>
  <Pages>2</Pages>
  <Words>198</Words>
  <Characters>1172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Charvát Martin  Ing.</cp:lastModifiedBy>
  <cp:revision>3</cp:revision>
  <cp:lastPrinted>2020-03-12T11:50:00Z</cp:lastPrinted>
  <dcterms:created xsi:type="dcterms:W3CDTF">2021-01-13T10:55:00Z</dcterms:created>
  <dcterms:modified xsi:type="dcterms:W3CDTF">2021-01-13T12:59:00Z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